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541273" w:rsidRPr="00541273">
        <w:rPr>
          <w:b/>
          <w:bCs/>
        </w:rPr>
        <w:t>Kolín ADM – oprava – dopracování projektové dokumentace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571411" w:rsidRDefault="00374707" w:rsidP="00374707">
      <w:pPr>
        <w:ind w:firstLine="283"/>
      </w:pPr>
      <w:r w:rsidRPr="00571411">
        <w:t xml:space="preserve">Výzva k podání nabídky, která obsahuje: </w:t>
      </w:r>
    </w:p>
    <w:p w:rsidR="00374707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571411">
        <w:t xml:space="preserve">Formulář ČP o splnění základní způsobilosti </w:t>
      </w:r>
    </w:p>
    <w:p w:rsidR="00374707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>Formulář nabídky</w:t>
      </w:r>
    </w:p>
    <w:p w:rsidR="00FA3C5F" w:rsidRPr="00571411" w:rsidRDefault="00FA3C5F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Technická zpráva</w:t>
      </w:r>
    </w:p>
    <w:p w:rsidR="00571411" w:rsidRPr="00571411" w:rsidRDefault="00FA3C5F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Projektová dokumentace</w:t>
      </w:r>
    </w:p>
    <w:p w:rsid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 xml:space="preserve">Položkový soupis prací </w:t>
      </w:r>
    </w:p>
    <w:p w:rsidR="00374707" w:rsidRPr="00571411" w:rsidRDefault="00571411" w:rsidP="00AC7EBC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 xml:space="preserve">Návrh smlouvy </w:t>
      </w:r>
      <w:r w:rsidR="00374707" w:rsidRPr="00571411">
        <w:t>o dílo</w:t>
      </w:r>
    </w:p>
    <w:p w:rsidR="00374707" w:rsidRDefault="00571411" w:rsidP="00AC7EBC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>Analýza nebezpečí a hodnocení rizik</w:t>
      </w:r>
    </w:p>
    <w:p w:rsidR="00FA3C5F" w:rsidRPr="00571411" w:rsidRDefault="00FA3C5F" w:rsidP="00AC7EBC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Nález podezřelého předmětu</w:t>
      </w:r>
    </w:p>
    <w:p w:rsidR="002561BD" w:rsidRDefault="002561BD" w:rsidP="00AC7EBC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>Čestné prohlášení ve vztahu k zakázaným dohodám</w:t>
      </w:r>
    </w:p>
    <w:p w:rsidR="00100671" w:rsidRPr="00571411" w:rsidRDefault="00100671" w:rsidP="00100671">
      <w:pPr>
        <w:pStyle w:val="Zhlav"/>
        <w:tabs>
          <w:tab w:val="clear" w:pos="4536"/>
          <w:tab w:val="center" w:pos="993"/>
        </w:tabs>
        <w:autoSpaceDE w:val="0"/>
        <w:autoSpaceDN w:val="0"/>
        <w:ind w:left="1004"/>
      </w:pPr>
    </w:p>
    <w:p w:rsidR="00374707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541273" w:rsidRPr="00541273">
        <w:rPr>
          <w:b/>
          <w:bCs/>
        </w:rPr>
        <w:t>Kolín ADM – oprava – dopracování projektové dokumentace</w:t>
      </w:r>
      <w:r w:rsidRPr="00F05536">
        <w:rPr>
          <w:b/>
        </w:rPr>
        <w:t xml:space="preserve">“ </w:t>
      </w:r>
      <w:r w:rsidRPr="00F05536">
        <w:t>za tuto nabídkovou cenu:</w:t>
      </w:r>
    </w:p>
    <w:p w:rsidR="00374707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1318E6" w:rsidRPr="007364DE" w:rsidRDefault="001318E6" w:rsidP="00F05536">
      <w:pPr>
        <w:pStyle w:val="Zhlav"/>
        <w:ind w:left="284"/>
        <w:rPr>
          <w:snapToGrid w:val="0"/>
        </w:rPr>
      </w:pP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C75DBD">
        <w:rPr>
          <w:b/>
          <w:bCs/>
        </w:rPr>
        <w:t xml:space="preserve">    </w:t>
      </w:r>
      <w:r w:rsidRPr="00F05536">
        <w:rPr>
          <w:b/>
          <w:bCs/>
        </w:rPr>
        <w:t xml:space="preserve"> ……………… Kč</w:t>
      </w:r>
    </w:p>
    <w:p w:rsid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</w:t>
      </w:r>
      <w:r w:rsidR="00C75DBD">
        <w:rPr>
          <w:b/>
          <w:bCs/>
        </w:rPr>
        <w:t xml:space="preserve">cena včetně DPH          </w:t>
      </w:r>
      <w:r w:rsidRPr="00F05536">
        <w:rPr>
          <w:b/>
          <w:bCs/>
        </w:rPr>
        <w:t>……………… Kč</w:t>
      </w:r>
    </w:p>
    <w:p w:rsidR="001318E6" w:rsidRPr="00F05536" w:rsidRDefault="001318E6" w:rsidP="00F05536">
      <w:pPr>
        <w:autoSpaceDE w:val="0"/>
        <w:autoSpaceDN w:val="0"/>
        <w:spacing w:before="120" w:after="0" w:line="240" w:lineRule="auto"/>
        <w:ind w:left="284"/>
      </w:pPr>
    </w:p>
    <w:p w:rsidR="00374707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smlouvy </w:t>
      </w:r>
      <w:r w:rsidR="00F05536" w:rsidRPr="00F05536">
        <w:t xml:space="preserve">o </w:t>
      </w:r>
      <w:r w:rsidR="0004463E">
        <w:t>dílo</w:t>
      </w:r>
      <w:r w:rsidRPr="00F05536">
        <w:t>.</w:t>
      </w:r>
    </w:p>
    <w:p w:rsidR="002B178C" w:rsidRDefault="002B178C" w:rsidP="002B178C">
      <w:pPr>
        <w:autoSpaceDE w:val="0"/>
        <w:autoSpaceDN w:val="0"/>
        <w:spacing w:before="120" w:after="0" w:line="240" w:lineRule="auto"/>
      </w:pPr>
    </w:p>
    <w:p w:rsidR="002B178C" w:rsidRDefault="002B178C" w:rsidP="002B178C">
      <w:pPr>
        <w:autoSpaceDE w:val="0"/>
        <w:autoSpaceDN w:val="0"/>
        <w:spacing w:before="120" w:after="0" w:line="240" w:lineRule="auto"/>
      </w:pPr>
    </w:p>
    <w:p w:rsidR="002B178C" w:rsidRDefault="002B178C" w:rsidP="002B178C">
      <w:pPr>
        <w:autoSpaceDE w:val="0"/>
        <w:autoSpaceDN w:val="0"/>
        <w:spacing w:before="120" w:after="0" w:line="240" w:lineRule="auto"/>
      </w:pP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100671" w:rsidRDefault="00100671" w:rsidP="00374707">
      <w:pPr>
        <w:pStyle w:val="Zhlav"/>
        <w:tabs>
          <w:tab w:val="clear" w:pos="4536"/>
          <w:tab w:val="left" w:pos="1843"/>
        </w:tabs>
        <w:ind w:left="284"/>
      </w:pPr>
    </w:p>
    <w:p w:rsidR="00541273" w:rsidRPr="00541273" w:rsidRDefault="00ED0314" w:rsidP="00ED0314">
      <w:pPr>
        <w:autoSpaceDE w:val="0"/>
        <w:autoSpaceDN w:val="0"/>
        <w:adjustRightInd w:val="0"/>
        <w:spacing w:after="0" w:line="240" w:lineRule="auto"/>
        <w:ind w:left="3544" w:hanging="3260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Zahájení prací:</w:t>
      </w:r>
      <w:r>
        <w:rPr>
          <w:rFonts w:eastAsia="Times New Roman" w:cs="Times New Roman"/>
          <w:color w:val="000000"/>
          <w:lang w:eastAsia="cs-CZ"/>
        </w:rPr>
        <w:tab/>
      </w:r>
      <w:r w:rsidRPr="00ED0314">
        <w:rPr>
          <w:rFonts w:eastAsia="Times New Roman" w:cs="Times New Roman"/>
          <w:color w:val="000000"/>
          <w:lang w:eastAsia="cs-CZ"/>
        </w:rPr>
        <w:t>listopad 2020 – ihned po nabytí účinnosti smlouvy uveřejněním v Registru smluv</w:t>
      </w:r>
    </w:p>
    <w:p w:rsidR="00541273" w:rsidRPr="00541273" w:rsidRDefault="00541273" w:rsidP="00541273">
      <w:pPr>
        <w:tabs>
          <w:tab w:val="left" w:pos="1985"/>
        </w:tabs>
        <w:autoSpaceDE w:val="0"/>
        <w:autoSpaceDN w:val="0"/>
        <w:adjustRightInd w:val="0"/>
        <w:spacing w:before="120" w:after="0" w:line="240" w:lineRule="auto"/>
        <w:ind w:firstLine="284"/>
        <w:rPr>
          <w:rFonts w:eastAsia="Times New Roman" w:cs="Times New Roman"/>
          <w:color w:val="000000"/>
          <w:lang w:eastAsia="cs-CZ"/>
        </w:rPr>
      </w:pPr>
      <w:r w:rsidRPr="00541273">
        <w:rPr>
          <w:rFonts w:eastAsia="Times New Roman" w:cs="Times New Roman"/>
          <w:color w:val="000000"/>
          <w:lang w:eastAsia="cs-CZ"/>
        </w:rPr>
        <w:t xml:space="preserve">Předání PD k připomínkám: </w:t>
      </w:r>
      <w:r w:rsidRPr="00541273">
        <w:rPr>
          <w:rFonts w:eastAsia="Times New Roman" w:cs="Times New Roman"/>
          <w:color w:val="000000"/>
          <w:lang w:eastAsia="cs-CZ"/>
        </w:rPr>
        <w:tab/>
      </w:r>
      <w:r w:rsidR="005A7C66">
        <w:rPr>
          <w:rFonts w:eastAsia="Times New Roman" w:cs="Times New Roman"/>
          <w:color w:val="000000"/>
          <w:lang w:eastAsia="cs-CZ"/>
        </w:rPr>
        <w:t>15. března</w:t>
      </w:r>
      <w:r w:rsidR="00ED0314" w:rsidRPr="00ED0314">
        <w:rPr>
          <w:rFonts w:eastAsia="Times New Roman" w:cs="Times New Roman"/>
          <w:color w:val="000000"/>
          <w:lang w:eastAsia="cs-CZ"/>
        </w:rPr>
        <w:t xml:space="preserve"> 2021</w:t>
      </w:r>
    </w:p>
    <w:p w:rsidR="00541273" w:rsidRPr="00541273" w:rsidRDefault="00541273" w:rsidP="00541273">
      <w:pPr>
        <w:tabs>
          <w:tab w:val="left" w:pos="1985"/>
        </w:tabs>
        <w:autoSpaceDE w:val="0"/>
        <w:autoSpaceDN w:val="0"/>
        <w:adjustRightInd w:val="0"/>
        <w:spacing w:before="120" w:after="0" w:line="240" w:lineRule="auto"/>
        <w:ind w:firstLine="284"/>
        <w:rPr>
          <w:rFonts w:eastAsia="Times New Roman" w:cs="Times New Roman"/>
          <w:color w:val="000000"/>
          <w:lang w:eastAsia="cs-CZ"/>
        </w:rPr>
      </w:pPr>
      <w:r w:rsidRPr="00541273">
        <w:rPr>
          <w:rFonts w:eastAsia="Times New Roman" w:cs="Times New Roman"/>
          <w:color w:val="000000"/>
          <w:lang w:eastAsia="cs-CZ"/>
        </w:rPr>
        <w:t>Ukončení prací:</w:t>
      </w:r>
      <w:r w:rsidRPr="00541273">
        <w:rPr>
          <w:rFonts w:eastAsia="Times New Roman" w:cs="Times New Roman"/>
          <w:color w:val="000000"/>
          <w:lang w:eastAsia="cs-CZ"/>
        </w:rPr>
        <w:tab/>
      </w:r>
      <w:r w:rsidRPr="00541273">
        <w:rPr>
          <w:rFonts w:eastAsia="Times New Roman" w:cs="Times New Roman"/>
          <w:color w:val="000000"/>
          <w:lang w:eastAsia="cs-CZ"/>
        </w:rPr>
        <w:tab/>
        <w:t xml:space="preserve">           </w:t>
      </w:r>
      <w:r>
        <w:rPr>
          <w:rFonts w:eastAsia="Times New Roman" w:cs="Times New Roman"/>
          <w:color w:val="000000"/>
          <w:lang w:eastAsia="cs-CZ"/>
        </w:rPr>
        <w:tab/>
      </w:r>
      <w:r>
        <w:rPr>
          <w:rFonts w:eastAsia="Times New Roman" w:cs="Times New Roman"/>
          <w:color w:val="000000"/>
          <w:lang w:eastAsia="cs-CZ"/>
        </w:rPr>
        <w:tab/>
      </w:r>
      <w:r w:rsidR="005A7C66">
        <w:rPr>
          <w:rFonts w:eastAsia="Times New Roman" w:cs="Times New Roman"/>
          <w:color w:val="000000"/>
          <w:lang w:eastAsia="cs-CZ"/>
        </w:rPr>
        <w:t>31. března</w:t>
      </w:r>
      <w:r w:rsidR="00ED0314" w:rsidRPr="00ED0314">
        <w:rPr>
          <w:rFonts w:eastAsia="Times New Roman" w:cs="Times New Roman"/>
          <w:color w:val="000000"/>
          <w:lang w:eastAsia="cs-CZ"/>
        </w:rPr>
        <w:t xml:space="preserve"> 2021</w:t>
      </w:r>
      <w:bookmarkStart w:id="0" w:name="_GoBack"/>
      <w:bookmarkEnd w:id="0"/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</w:r>
      <w:r w:rsidR="0085654C">
        <w:t>……</w:t>
      </w:r>
      <w:r w:rsidRPr="007364DE"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374707">
      <w:pPr>
        <w:spacing w:before="120"/>
        <w:ind w:left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04463E">
        <w:t xml:space="preserve">smlouva </w:t>
      </w:r>
      <w:r w:rsidR="0004463E" w:rsidRPr="0004463E">
        <w:t>o dílo</w:t>
      </w:r>
      <w:r w:rsidR="00F05536" w:rsidRPr="0004463E">
        <w:t xml:space="preserve">, </w:t>
      </w:r>
      <w:r w:rsidRPr="0004463E">
        <w:t xml:space="preserve">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85654C">
        <w:t>…………………………………….</w:t>
      </w:r>
    </w:p>
    <w:p w:rsidR="00374707" w:rsidRPr="007364DE" w:rsidRDefault="00374707" w:rsidP="00374707">
      <w:pPr>
        <w:spacing w:before="120"/>
        <w:ind w:left="284"/>
      </w:pPr>
      <w:r w:rsidRPr="007364DE">
        <w:t>v postavení:</w:t>
      </w:r>
      <w:r w:rsidR="0085654C">
        <w:t>…………………………………………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E4" w:rsidRDefault="00B623E4" w:rsidP="00962258">
      <w:pPr>
        <w:spacing w:after="0" w:line="240" w:lineRule="auto"/>
      </w:pPr>
      <w:r>
        <w:separator/>
      </w:r>
    </w:p>
  </w:endnote>
  <w:end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7C6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7C6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A52C1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79DF1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7C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7C6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ADB04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FBBD03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E4" w:rsidRDefault="00B623E4" w:rsidP="00962258">
      <w:pPr>
        <w:spacing w:after="0" w:line="240" w:lineRule="auto"/>
      </w:pPr>
      <w:r>
        <w:separator/>
      </w:r>
    </w:p>
  </w:footnote>
  <w:foot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63B227AE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8FB74D2"/>
    <w:multiLevelType w:val="hybridMultilevel"/>
    <w:tmpl w:val="879A921A"/>
    <w:lvl w:ilvl="0" w:tplc="39B64AF8">
      <w:start w:val="8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2"/>
  </w:num>
  <w:num w:numId="35">
    <w:abstractNumId w:val="5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4463E"/>
    <w:rsid w:val="00072C1E"/>
    <w:rsid w:val="000E23A7"/>
    <w:rsid w:val="00100671"/>
    <w:rsid w:val="0010693F"/>
    <w:rsid w:val="00114472"/>
    <w:rsid w:val="001318E6"/>
    <w:rsid w:val="001550BC"/>
    <w:rsid w:val="001605B9"/>
    <w:rsid w:val="00170EC5"/>
    <w:rsid w:val="001747C1"/>
    <w:rsid w:val="00184743"/>
    <w:rsid w:val="00207DF5"/>
    <w:rsid w:val="002561BD"/>
    <w:rsid w:val="00280E07"/>
    <w:rsid w:val="002B178C"/>
    <w:rsid w:val="002C31BF"/>
    <w:rsid w:val="002D08B1"/>
    <w:rsid w:val="002E0CD7"/>
    <w:rsid w:val="002E3993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41273"/>
    <w:rsid w:val="00553375"/>
    <w:rsid w:val="00557C28"/>
    <w:rsid w:val="00571411"/>
    <w:rsid w:val="005736B7"/>
    <w:rsid w:val="00575E5A"/>
    <w:rsid w:val="0059084E"/>
    <w:rsid w:val="005A7C66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6286B"/>
    <w:rsid w:val="00766846"/>
    <w:rsid w:val="007707E9"/>
    <w:rsid w:val="0077673A"/>
    <w:rsid w:val="007846E1"/>
    <w:rsid w:val="007B570C"/>
    <w:rsid w:val="007C589B"/>
    <w:rsid w:val="007E4A6E"/>
    <w:rsid w:val="007F56A7"/>
    <w:rsid w:val="00807DD0"/>
    <w:rsid w:val="0085654C"/>
    <w:rsid w:val="008659F3"/>
    <w:rsid w:val="00886D4B"/>
    <w:rsid w:val="00895406"/>
    <w:rsid w:val="008A0FE4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C7EBC"/>
    <w:rsid w:val="00AD056F"/>
    <w:rsid w:val="00AD6731"/>
    <w:rsid w:val="00B15D0D"/>
    <w:rsid w:val="00B623E4"/>
    <w:rsid w:val="00B75EE1"/>
    <w:rsid w:val="00B77481"/>
    <w:rsid w:val="00B8518B"/>
    <w:rsid w:val="00BD7E91"/>
    <w:rsid w:val="00C02D0A"/>
    <w:rsid w:val="00C03A6E"/>
    <w:rsid w:val="00C44F6A"/>
    <w:rsid w:val="00C47AE3"/>
    <w:rsid w:val="00C75DBD"/>
    <w:rsid w:val="00CA30B1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0314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3C5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0E7A4A1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7">
    <w:name w:val="Font Style37"/>
    <w:uiPriority w:val="99"/>
    <w:rsid w:val="0057141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Style5">
    <w:name w:val="Style5"/>
    <w:basedOn w:val="Normln"/>
    <w:uiPriority w:val="99"/>
    <w:rsid w:val="00100671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10067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sharepoint/v3"/>
    <ds:schemaRef ds:uri="http://www.w3.org/XML/1998/namespace"/>
    <ds:schemaRef ds:uri="http://schemas.openxmlformats.org/package/2006/metadata/core-properties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7FE8DD-654E-4CCD-AD34-165DCDA80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2</Pages>
  <Words>491</Words>
  <Characters>2899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Mantlíková Lucie</cp:lastModifiedBy>
  <cp:revision>4</cp:revision>
  <cp:lastPrinted>2020-09-15T08:05:00Z</cp:lastPrinted>
  <dcterms:created xsi:type="dcterms:W3CDTF">2020-10-08T08:14:00Z</dcterms:created>
  <dcterms:modified xsi:type="dcterms:W3CDTF">2020-10-26T11:40:00Z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